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2675E7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2675E7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8E42ED">
              <w:rPr>
                <w:rFonts w:ascii="Times New Roman" w:hAnsi="Times New Roman"/>
                <w:sz w:val="28"/>
                <w:szCs w:val="28"/>
              </w:rPr>
              <w:t>№ 17</w:t>
            </w:r>
          </w:p>
          <w:p w:rsidR="006E3BD8" w:rsidRDefault="006E3BD8" w:rsidP="002675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2675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2675E7" w:rsidRPr="002C7AB6" w:rsidTr="002C7AB6">
        <w:tc>
          <w:tcPr>
            <w:tcW w:w="5428" w:type="dxa"/>
          </w:tcPr>
          <w:p w:rsidR="002675E7" w:rsidRPr="002C7AB6" w:rsidRDefault="002675E7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675E7" w:rsidRPr="002C7AB6" w:rsidRDefault="00011C35" w:rsidP="002675E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2675E7" w:rsidRPr="002C7AB6" w:rsidTr="002C7AB6">
        <w:tc>
          <w:tcPr>
            <w:tcW w:w="5428" w:type="dxa"/>
          </w:tcPr>
          <w:p w:rsidR="002675E7" w:rsidRPr="002C7AB6" w:rsidRDefault="002675E7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2675E7" w:rsidRPr="002C7AB6" w:rsidRDefault="002675E7" w:rsidP="002675E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675E7" w:rsidRDefault="002675E7" w:rsidP="00636E74">
      <w:pPr>
        <w:jc w:val="center"/>
        <w:rPr>
          <w:rFonts w:ascii="Times New Roman" w:hAnsi="Times New Roman"/>
          <w:sz w:val="28"/>
          <w:szCs w:val="28"/>
        </w:rPr>
      </w:pPr>
    </w:p>
    <w:p w:rsidR="00636E74" w:rsidRPr="00636E74" w:rsidRDefault="00636E74" w:rsidP="00636E74">
      <w:pPr>
        <w:jc w:val="center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Региональный перечень</w:t>
      </w:r>
    </w:p>
    <w:p w:rsidR="002675E7" w:rsidRDefault="00636E74" w:rsidP="00636E74">
      <w:pPr>
        <w:jc w:val="center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2675E7" w:rsidRDefault="00636E74" w:rsidP="00636E74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36E74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2675E7" w:rsidRDefault="00636E74" w:rsidP="00636E74">
      <w:pPr>
        <w:jc w:val="center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636E74" w:rsidRPr="00636E74" w:rsidRDefault="00636E74" w:rsidP="00636E74">
      <w:pPr>
        <w:jc w:val="center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подразделений) в сфере природоохранной деятельности</w:t>
      </w:r>
    </w:p>
    <w:p w:rsidR="00636E74" w:rsidRPr="00636E74" w:rsidRDefault="00636E74" w:rsidP="00636E74">
      <w:pPr>
        <w:jc w:val="center"/>
        <w:rPr>
          <w:rFonts w:ascii="Times New Roman" w:hAnsi="Times New Roman"/>
          <w:sz w:val="28"/>
          <w:szCs w:val="28"/>
        </w:rPr>
      </w:pPr>
    </w:p>
    <w:p w:rsidR="00636E74" w:rsidRPr="00636E74" w:rsidRDefault="00007E12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36E74" w:rsidRPr="00636E74">
        <w:rPr>
          <w:rFonts w:ascii="Times New Roman" w:hAnsi="Times New Roman"/>
          <w:sz w:val="28"/>
          <w:szCs w:val="28"/>
        </w:rPr>
        <w:t xml:space="preserve"> В сфере управления использованием и охраной водного фонда: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1)</w:t>
      </w:r>
      <w:r w:rsidR="002675E7">
        <w:rPr>
          <w:rFonts w:ascii="Times New Roman" w:hAnsi="Times New Roman"/>
          <w:sz w:val="28"/>
          <w:szCs w:val="28"/>
        </w:rPr>
        <w:t> </w:t>
      </w:r>
      <w:r w:rsidRPr="00636E74">
        <w:rPr>
          <w:rFonts w:ascii="Times New Roman" w:hAnsi="Times New Roman"/>
          <w:sz w:val="28"/>
          <w:szCs w:val="28"/>
        </w:rPr>
        <w:t>обеспечение работ по участию в организации и осуществлении государственного мониторинга водных объектов;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2)</w:t>
      </w:r>
      <w:r w:rsidR="002675E7">
        <w:rPr>
          <w:rFonts w:ascii="Times New Roman" w:hAnsi="Times New Roman"/>
          <w:sz w:val="28"/>
          <w:szCs w:val="28"/>
        </w:rPr>
        <w:t> </w:t>
      </w:r>
      <w:r w:rsidRPr="00636E74">
        <w:rPr>
          <w:rFonts w:ascii="Times New Roman" w:hAnsi="Times New Roman"/>
          <w:sz w:val="28"/>
          <w:szCs w:val="28"/>
        </w:rPr>
        <w:t>осуществление мер по предотвращению негативного воздействия вод и ликвидации его последствий в отношении водных объектов, находящихся в пользовании субъектов Российской Федерации, а также водных объектов или их частей, находящихся в федеральной собственности и расположенных на территории Рязанской области;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3)</w:t>
      </w:r>
      <w:r w:rsidR="002675E7">
        <w:rPr>
          <w:rFonts w:ascii="Times New Roman" w:hAnsi="Times New Roman"/>
          <w:sz w:val="28"/>
          <w:szCs w:val="28"/>
        </w:rPr>
        <w:t> </w:t>
      </w:r>
      <w:r w:rsidRPr="00636E74">
        <w:rPr>
          <w:rFonts w:ascii="Times New Roman" w:hAnsi="Times New Roman"/>
          <w:sz w:val="28"/>
          <w:szCs w:val="28"/>
        </w:rPr>
        <w:t xml:space="preserve">осуществление мер по охране водных объектов, находящихся в собственности субъектов Российской Федерации, а также находящихся в федеральной собственности и полностью расположенных на территории </w:t>
      </w:r>
      <w:r w:rsidR="002675E7">
        <w:rPr>
          <w:rFonts w:ascii="Times New Roman" w:hAnsi="Times New Roman"/>
          <w:sz w:val="28"/>
          <w:szCs w:val="28"/>
        </w:rPr>
        <w:t>Р</w:t>
      </w:r>
      <w:r w:rsidRPr="00636E74">
        <w:rPr>
          <w:rFonts w:ascii="Times New Roman" w:hAnsi="Times New Roman"/>
          <w:sz w:val="28"/>
          <w:szCs w:val="28"/>
        </w:rPr>
        <w:t>язанской области;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4)</w:t>
      </w:r>
      <w:r w:rsidR="002675E7">
        <w:rPr>
          <w:rFonts w:ascii="Times New Roman" w:hAnsi="Times New Roman"/>
          <w:sz w:val="28"/>
          <w:szCs w:val="28"/>
        </w:rPr>
        <w:t> </w:t>
      </w:r>
      <w:r w:rsidRPr="00636E74">
        <w:rPr>
          <w:rFonts w:ascii="Times New Roman" w:hAnsi="Times New Roman"/>
          <w:sz w:val="28"/>
          <w:szCs w:val="28"/>
        </w:rPr>
        <w:t>работы по содержанию в исправном состоянии очистных сооружений и расположенных на водных объектах гидротехнических и иных сооружений, находящихся в собственности Рязанской области.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2. В сфере охраны окружающей природной среды:</w:t>
      </w:r>
    </w:p>
    <w:p w:rsidR="00636E74" w:rsidRPr="00636E74" w:rsidRDefault="002675E7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636E74" w:rsidRPr="00636E74">
        <w:rPr>
          <w:rFonts w:ascii="Times New Roman" w:hAnsi="Times New Roman"/>
          <w:sz w:val="28"/>
          <w:szCs w:val="28"/>
        </w:rPr>
        <w:t>работы по обеспечению охраны особо охраняемых природных территорий областного значения;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2) работы по организации осуществления мер пожарной безопасности и тушения лесных пожаров в лесах, расположенных на землях особо охраняемых природных территорий областного значения;</w:t>
      </w:r>
    </w:p>
    <w:p w:rsidR="00636E74" w:rsidRPr="00636E74" w:rsidRDefault="002675E7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636E74" w:rsidRPr="00636E74">
        <w:rPr>
          <w:rFonts w:ascii="Times New Roman" w:hAnsi="Times New Roman"/>
          <w:sz w:val="28"/>
          <w:szCs w:val="28"/>
        </w:rPr>
        <w:t>истребительные меры борьбы с насекомыми-вредителями                          и болезнями леса в период возникновения катастрофической обстановки, определяемые в соответствии с действующими санитарными правилами                в лесах Рязанской области, проводимые на особо охраняемых природных территориях областного значения.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3. В сфере управления лесным хозяйством:</w:t>
      </w:r>
    </w:p>
    <w:p w:rsidR="00636E74" w:rsidRPr="00636E74" w:rsidRDefault="00636E74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6E74">
        <w:rPr>
          <w:rFonts w:ascii="Times New Roman" w:hAnsi="Times New Roman"/>
          <w:sz w:val="28"/>
          <w:szCs w:val="28"/>
        </w:rPr>
        <w:t>1) работы по организации осуществления мер пожарной безопасности и тушения лесных пожаров в лесах на территории Рязанской области;</w:t>
      </w:r>
    </w:p>
    <w:p w:rsidR="00F149DD" w:rsidRPr="00190FF9" w:rsidRDefault="002675E7" w:rsidP="00636E7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636E74" w:rsidRPr="00636E74">
        <w:rPr>
          <w:rFonts w:ascii="Times New Roman" w:hAnsi="Times New Roman"/>
          <w:sz w:val="28"/>
          <w:szCs w:val="28"/>
        </w:rPr>
        <w:t>истребительные меры борьбы с насекомыми-вредителями                        и болезнями леса в период возникновения катастрофической обстановки, определяемые в соответствии с действующими санитарными правилами</w:t>
      </w:r>
      <w:r>
        <w:rPr>
          <w:rFonts w:ascii="Times New Roman" w:hAnsi="Times New Roman"/>
          <w:sz w:val="28"/>
          <w:szCs w:val="28"/>
        </w:rPr>
        <w:t>,</w:t>
      </w:r>
      <w:r w:rsidR="00636E74" w:rsidRPr="00636E74">
        <w:rPr>
          <w:rFonts w:ascii="Times New Roman" w:hAnsi="Times New Roman"/>
          <w:sz w:val="28"/>
          <w:szCs w:val="28"/>
        </w:rPr>
        <w:t xml:space="preserve">                 в лесах Рязанской области.</w:t>
      </w:r>
    </w:p>
    <w:sectPr w:rsidR="00F149DD" w:rsidRPr="00190FF9" w:rsidSect="002675E7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226" w:rsidRDefault="00A53226">
      <w:r>
        <w:separator/>
      </w:r>
    </w:p>
  </w:endnote>
  <w:endnote w:type="continuationSeparator" w:id="0">
    <w:p w:rsidR="00A53226" w:rsidRDefault="00A5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10F56128" wp14:editId="309D0244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26CB02A" wp14:editId="6EAEFD58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2675E7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2239  06.03.2019 15:40:04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226" w:rsidRDefault="00A53226">
      <w:r>
        <w:separator/>
      </w:r>
    </w:p>
  </w:footnote>
  <w:footnote w:type="continuationSeparator" w:id="0">
    <w:p w:rsidR="00A53226" w:rsidRDefault="00A532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636E74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sPYWNFlHAm/QqvFgYXV0CtGe4c=" w:salt="LVt0DRFMm+pgfa1SzLfId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07E12"/>
    <w:rsid w:val="00011C35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0C183C"/>
    <w:rsid w:val="00122CFD"/>
    <w:rsid w:val="00151370"/>
    <w:rsid w:val="00162E72"/>
    <w:rsid w:val="00175BE5"/>
    <w:rsid w:val="001850F4"/>
    <w:rsid w:val="00186B77"/>
    <w:rsid w:val="00190FF9"/>
    <w:rsid w:val="001947BE"/>
    <w:rsid w:val="001A2328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675E7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02933"/>
    <w:rsid w:val="0041781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E223F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242B5"/>
    <w:rsid w:val="006329C1"/>
    <w:rsid w:val="00632A4F"/>
    <w:rsid w:val="00632B56"/>
    <w:rsid w:val="006351E3"/>
    <w:rsid w:val="00636E74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60EFE"/>
    <w:rsid w:val="008702D3"/>
    <w:rsid w:val="00876034"/>
    <w:rsid w:val="008827E7"/>
    <w:rsid w:val="008A1696"/>
    <w:rsid w:val="008C58FE"/>
    <w:rsid w:val="008E42ED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5322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E40"/>
    <w:rsid w:val="00CF03D8"/>
    <w:rsid w:val="00D015D5"/>
    <w:rsid w:val="00D03D68"/>
    <w:rsid w:val="00D266DD"/>
    <w:rsid w:val="00D32B04"/>
    <w:rsid w:val="00D374E7"/>
    <w:rsid w:val="00D63949"/>
    <w:rsid w:val="00D652E7"/>
    <w:rsid w:val="00D740D2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1013"/>
    <w:rsid w:val="00E46EAA"/>
    <w:rsid w:val="00E5038C"/>
    <w:rsid w:val="00E50B69"/>
    <w:rsid w:val="00E5298B"/>
    <w:rsid w:val="00E56EFB"/>
    <w:rsid w:val="00E6458F"/>
    <w:rsid w:val="00E66116"/>
    <w:rsid w:val="00E7242D"/>
    <w:rsid w:val="00E87E25"/>
    <w:rsid w:val="00EA04F1"/>
    <w:rsid w:val="00EA2FD3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3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6</cp:revision>
  <cp:lastPrinted>2008-04-23T08:17:00Z</cp:lastPrinted>
  <dcterms:created xsi:type="dcterms:W3CDTF">2019-01-25T09:07:00Z</dcterms:created>
  <dcterms:modified xsi:type="dcterms:W3CDTF">2019-04-10T06:32:00Z</dcterms:modified>
</cp:coreProperties>
</file>